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4021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B1490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4B8A7A" w14:textId="0AB2083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3631">
        <w:rPr>
          <w:rFonts w:ascii="Corbel" w:hAnsi="Corbel"/>
          <w:i/>
          <w:smallCaps/>
          <w:sz w:val="24"/>
          <w:szCs w:val="24"/>
        </w:rPr>
        <w:t xml:space="preserve"> </w:t>
      </w:r>
      <w:r w:rsidR="00177866">
        <w:rPr>
          <w:rFonts w:ascii="Corbel" w:eastAsia="Corbel" w:hAnsi="Corbel" w:cs="Corbel"/>
          <w:i/>
          <w:sz w:val="24"/>
        </w:rPr>
        <w:t>2021-2023</w:t>
      </w:r>
    </w:p>
    <w:p w14:paraId="5C0C4A9A" w14:textId="1920326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7786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E96DF71" w14:textId="10777C2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F206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77866">
        <w:rPr>
          <w:rFonts w:ascii="Corbel" w:eastAsia="Corbel" w:hAnsi="Corbel" w:cs="Corbel"/>
          <w:sz w:val="24"/>
        </w:rPr>
        <w:t>2021/2022</w:t>
      </w:r>
    </w:p>
    <w:p w14:paraId="5D06E8A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889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AF6D68" w14:textId="77777777" w:rsidTr="00B819C8">
        <w:tc>
          <w:tcPr>
            <w:tcW w:w="2694" w:type="dxa"/>
            <w:vAlign w:val="center"/>
          </w:tcPr>
          <w:p w14:paraId="616CCC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FDA4FE" w14:textId="77777777" w:rsidR="0085747A" w:rsidRPr="00177866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866">
              <w:rPr>
                <w:rFonts w:ascii="Corbel" w:hAnsi="Corbel"/>
                <w:sz w:val="24"/>
                <w:szCs w:val="24"/>
              </w:rPr>
              <w:t>Współczesne zagrożenia terroryzmem</w:t>
            </w:r>
          </w:p>
        </w:tc>
      </w:tr>
      <w:tr w:rsidR="0085747A" w:rsidRPr="009C54AE" w14:paraId="288E7D1A" w14:textId="77777777" w:rsidTr="00B819C8">
        <w:tc>
          <w:tcPr>
            <w:tcW w:w="2694" w:type="dxa"/>
            <w:vAlign w:val="center"/>
          </w:tcPr>
          <w:p w14:paraId="7B04ED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06BD07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MK09</w:t>
            </w:r>
          </w:p>
        </w:tc>
      </w:tr>
      <w:tr w:rsidR="0085747A" w:rsidRPr="009C54AE" w14:paraId="2204271E" w14:textId="77777777" w:rsidTr="00B819C8">
        <w:tc>
          <w:tcPr>
            <w:tcW w:w="2694" w:type="dxa"/>
            <w:vAlign w:val="center"/>
          </w:tcPr>
          <w:p w14:paraId="7D6213D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F8D80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ADD355" w14:textId="77777777" w:rsidTr="00B819C8">
        <w:tc>
          <w:tcPr>
            <w:tcW w:w="2694" w:type="dxa"/>
            <w:vAlign w:val="center"/>
          </w:tcPr>
          <w:p w14:paraId="145D65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0D4F73" w14:textId="4AE81D9B" w:rsidR="0085747A" w:rsidRPr="009C54AE" w:rsidRDefault="00C849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496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732863AE" w14:textId="77777777" w:rsidTr="00B819C8">
        <w:tc>
          <w:tcPr>
            <w:tcW w:w="2694" w:type="dxa"/>
            <w:vAlign w:val="center"/>
          </w:tcPr>
          <w:p w14:paraId="0A9134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9ADD4A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67C29F99" w14:textId="77777777" w:rsidTr="00B819C8">
        <w:tc>
          <w:tcPr>
            <w:tcW w:w="2694" w:type="dxa"/>
            <w:vAlign w:val="center"/>
          </w:tcPr>
          <w:p w14:paraId="6F84F7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18F6D8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9C54AE" w14:paraId="127BBC4A" w14:textId="77777777" w:rsidTr="00B819C8">
        <w:tc>
          <w:tcPr>
            <w:tcW w:w="2694" w:type="dxa"/>
            <w:vAlign w:val="center"/>
          </w:tcPr>
          <w:p w14:paraId="3071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12E59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10BF91E" w14:textId="77777777" w:rsidTr="00B819C8">
        <w:tc>
          <w:tcPr>
            <w:tcW w:w="2694" w:type="dxa"/>
            <w:vAlign w:val="center"/>
          </w:tcPr>
          <w:p w14:paraId="2FF31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1D888B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77CAC34" w14:textId="77777777" w:rsidTr="00B819C8">
        <w:tc>
          <w:tcPr>
            <w:tcW w:w="2694" w:type="dxa"/>
            <w:vAlign w:val="center"/>
          </w:tcPr>
          <w:p w14:paraId="1360A5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B44309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25C52E30" w14:textId="77777777" w:rsidTr="00B819C8">
        <w:tc>
          <w:tcPr>
            <w:tcW w:w="2694" w:type="dxa"/>
            <w:vAlign w:val="center"/>
          </w:tcPr>
          <w:p w14:paraId="54E70B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A39CDA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A6D5111" w14:textId="77777777" w:rsidTr="00B819C8">
        <w:tc>
          <w:tcPr>
            <w:tcW w:w="2694" w:type="dxa"/>
            <w:vAlign w:val="center"/>
          </w:tcPr>
          <w:p w14:paraId="1889BC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1EFA18" w14:textId="77777777" w:rsidR="00923D7D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1144FE8" w14:textId="77777777" w:rsidTr="00B819C8">
        <w:tc>
          <w:tcPr>
            <w:tcW w:w="2694" w:type="dxa"/>
            <w:vAlign w:val="center"/>
          </w:tcPr>
          <w:p w14:paraId="4ECBFE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E2C7B6" w14:textId="77777777" w:rsidR="0085747A" w:rsidRPr="009C54AE" w:rsidRDefault="00613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  <w:tr w:rsidR="0085747A" w:rsidRPr="009C54AE" w14:paraId="5FE7197B" w14:textId="77777777" w:rsidTr="00B819C8">
        <w:tc>
          <w:tcPr>
            <w:tcW w:w="2694" w:type="dxa"/>
            <w:vAlign w:val="center"/>
          </w:tcPr>
          <w:p w14:paraId="134A59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532CB6" w14:textId="62B31063" w:rsidR="0085747A" w:rsidRPr="009C54AE" w:rsidRDefault="001778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3FC97BF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4B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A0D8B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A5F18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7384DF" w14:textId="77777777" w:rsidTr="0061363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22E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B80E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A8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DC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67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1AF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0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F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5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6F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A7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12107C" w14:textId="77777777" w:rsidTr="0061363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179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FD38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1428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E898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F38D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2405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8558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5D48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649A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52CC" w14:textId="77777777" w:rsidR="00015B8F" w:rsidRPr="009C54AE" w:rsidRDefault="00613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0F3D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B7E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EA7BF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A27A96" w14:textId="31C131D4" w:rsidR="0085747A" w:rsidRPr="009C54AE" w:rsidRDefault="001778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13631"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445ADC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76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6D9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DE75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70A4FF" w14:textId="77777777" w:rsidR="00613631" w:rsidRDefault="0061363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C769A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6AF00" w14:textId="5BA15C3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85ABD42" w14:textId="77777777" w:rsidR="00177866" w:rsidRPr="009C54AE" w:rsidRDefault="0017786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1E3B0" w14:textId="77777777" w:rsidTr="00745302">
        <w:tc>
          <w:tcPr>
            <w:tcW w:w="9670" w:type="dxa"/>
          </w:tcPr>
          <w:p w14:paraId="6DFF0B50" w14:textId="34CAF480" w:rsidR="0085747A" w:rsidRPr="009C54AE" w:rsidRDefault="006136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polityki obronnej państwa oraz bezpieczeństwa międzynarodowego</w:t>
            </w:r>
          </w:p>
        </w:tc>
      </w:tr>
    </w:tbl>
    <w:p w14:paraId="0268B8D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89061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BAD02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D17E4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E5FA8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3631" w:rsidRPr="009C54AE" w14:paraId="641757F0" w14:textId="77777777" w:rsidTr="00613631">
        <w:tc>
          <w:tcPr>
            <w:tcW w:w="845" w:type="dxa"/>
            <w:vAlign w:val="center"/>
          </w:tcPr>
          <w:p w14:paraId="6AC7EDBE" w14:textId="77777777" w:rsidR="00613631" w:rsidRPr="009C54AE" w:rsidRDefault="00613631" w:rsidP="006136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2F88BC9" w14:textId="77777777" w:rsidR="00613631" w:rsidRPr="00FC1225" w:rsidRDefault="00613631" w:rsidP="006136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Wiedza na temat przyczyn eskalacji postaw społecznych prowadzących do powstawania grup terrorystycznych.</w:t>
            </w:r>
          </w:p>
        </w:tc>
      </w:tr>
      <w:tr w:rsidR="00613631" w:rsidRPr="009C54AE" w14:paraId="3D9CFC98" w14:textId="77777777" w:rsidTr="00613631">
        <w:tc>
          <w:tcPr>
            <w:tcW w:w="845" w:type="dxa"/>
            <w:vAlign w:val="center"/>
          </w:tcPr>
          <w:p w14:paraId="6E957BAF" w14:textId="0B4FE183" w:rsidR="00613631" w:rsidRPr="009C54AE" w:rsidRDefault="007048AA" w:rsidP="0061363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7B6DF2F" w14:textId="77777777" w:rsidR="00613631" w:rsidRPr="00FC1225" w:rsidRDefault="00613631" w:rsidP="006136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Umiejętność zidentyfikowania metod i strategii działań współczesnych terrorystów.</w:t>
            </w:r>
          </w:p>
        </w:tc>
      </w:tr>
      <w:tr w:rsidR="00613631" w:rsidRPr="009C54AE" w14:paraId="39D77506" w14:textId="77777777" w:rsidTr="00613631">
        <w:tc>
          <w:tcPr>
            <w:tcW w:w="845" w:type="dxa"/>
            <w:vAlign w:val="center"/>
          </w:tcPr>
          <w:p w14:paraId="4A932A0F" w14:textId="66A0D84E" w:rsidR="00613631" w:rsidRPr="009C54AE" w:rsidRDefault="007048AA" w:rsidP="006136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AC16F4C" w14:textId="77777777" w:rsidR="00613631" w:rsidRPr="00FC1225" w:rsidRDefault="00613631" w:rsidP="006136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Umiejętność przedstawienia sieci powiązań globalnych i lokalnych grup terrorystycznych.</w:t>
            </w:r>
          </w:p>
        </w:tc>
      </w:tr>
    </w:tbl>
    <w:p w14:paraId="19B14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B7A2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EB3B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24949FB" w14:textId="77777777" w:rsidTr="00613631">
        <w:tc>
          <w:tcPr>
            <w:tcW w:w="1681" w:type="dxa"/>
            <w:vAlign w:val="center"/>
          </w:tcPr>
          <w:p w14:paraId="2A5B98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6F77BB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51DAF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3631" w:rsidRPr="009C54AE" w14:paraId="4DCAC035" w14:textId="77777777" w:rsidTr="00613631">
        <w:tc>
          <w:tcPr>
            <w:tcW w:w="1681" w:type="dxa"/>
          </w:tcPr>
          <w:p w14:paraId="00A81ABF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C16CEE7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sz w:val="20"/>
                <w:szCs w:val="20"/>
              </w:rPr>
              <w:t>Ma wiedzę o rodzajach więzi społecznych występujących w społeczeństwie</w:t>
            </w:r>
          </w:p>
        </w:tc>
        <w:tc>
          <w:tcPr>
            <w:tcW w:w="1865" w:type="dxa"/>
          </w:tcPr>
          <w:p w14:paraId="220C52A1" w14:textId="77777777" w:rsidR="00613631" w:rsidRPr="00EC404D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K_</w:t>
            </w:r>
            <w:r w:rsidR="00613631" w:rsidRPr="00EC404D">
              <w:rPr>
                <w:rFonts w:ascii="Corbel" w:hAnsi="Corbel"/>
                <w:b w:val="0"/>
                <w:sz w:val="20"/>
                <w:szCs w:val="20"/>
              </w:rPr>
              <w:t>W05</w:t>
            </w:r>
          </w:p>
        </w:tc>
      </w:tr>
      <w:tr w:rsidR="00613631" w:rsidRPr="009C54AE" w14:paraId="5FD3DDB9" w14:textId="77777777" w:rsidTr="00613631">
        <w:tc>
          <w:tcPr>
            <w:tcW w:w="1681" w:type="dxa"/>
          </w:tcPr>
          <w:p w14:paraId="763C834C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A85F6D8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sz w:val="20"/>
                <w:szCs w:val="20"/>
              </w:rPr>
              <w:t>Ma pogłębioną wiedzę odnośnie metod i narzędzi  pozyskiwania danych w zakresie bezpieczeństwa w obszarach życia społecznego</w:t>
            </w:r>
          </w:p>
        </w:tc>
        <w:tc>
          <w:tcPr>
            <w:tcW w:w="1865" w:type="dxa"/>
          </w:tcPr>
          <w:p w14:paraId="505B763D" w14:textId="77777777" w:rsidR="00613631" w:rsidRPr="00EB18DA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3631" w:rsidRPr="00EB18DA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613631" w:rsidRPr="009C54AE" w14:paraId="32424430" w14:textId="77777777" w:rsidTr="00613631">
        <w:tc>
          <w:tcPr>
            <w:tcW w:w="1681" w:type="dxa"/>
          </w:tcPr>
          <w:p w14:paraId="5DEDDAB2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EBCC5D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sz w:val="20"/>
                <w:szCs w:val="20"/>
              </w:rPr>
              <w:t>Potrafi prawidłowo interpretować zjawiska społeczne</w:t>
            </w:r>
          </w:p>
        </w:tc>
        <w:tc>
          <w:tcPr>
            <w:tcW w:w="1865" w:type="dxa"/>
          </w:tcPr>
          <w:p w14:paraId="590BBC43" w14:textId="77777777" w:rsidR="00613631" w:rsidRPr="00EB18DA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3631" w:rsidRPr="00EB18D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613631" w:rsidRPr="009C54AE" w14:paraId="2040C5C7" w14:textId="77777777" w:rsidTr="00613631">
        <w:tc>
          <w:tcPr>
            <w:tcW w:w="1681" w:type="dxa"/>
          </w:tcPr>
          <w:p w14:paraId="333EA3DB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520C7CD" w14:textId="77777777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sz w:val="20"/>
                <w:szCs w:val="20"/>
              </w:rPr>
              <w:t>Potrafi wykorzystać wiedzę teoretyczną z zakresu różnych aspektów bezpieczeństwa wewnętrznego do analizowania zagrożeń oraz przebiegu procesów ochrony przed zagrożeniami</w:t>
            </w:r>
          </w:p>
        </w:tc>
        <w:tc>
          <w:tcPr>
            <w:tcW w:w="1865" w:type="dxa"/>
          </w:tcPr>
          <w:p w14:paraId="559DC2A3" w14:textId="77777777" w:rsidR="00613631" w:rsidRPr="00EB18DA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3631" w:rsidRPr="00EB18DA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613631" w:rsidRPr="009C54AE" w14:paraId="1E8D6843" w14:textId="77777777" w:rsidTr="00613631">
        <w:tc>
          <w:tcPr>
            <w:tcW w:w="1681" w:type="dxa"/>
          </w:tcPr>
          <w:p w14:paraId="678E3A76" w14:textId="52214F92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E491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665AAF7" w14:textId="29E84C0B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sz w:val="20"/>
                <w:szCs w:val="20"/>
              </w:rPr>
              <w:t xml:space="preserve">Potrafi prognozować procesy i zjawiska społeczne z punktu widzenia </w:t>
            </w:r>
            <w:r w:rsidR="00113111">
              <w:rPr>
                <w:rFonts w:ascii="Corbel" w:hAnsi="Corbel"/>
                <w:sz w:val="20"/>
                <w:szCs w:val="20"/>
              </w:rPr>
              <w:t>potencjalnych zagrożeń terrorystycznych</w:t>
            </w:r>
          </w:p>
        </w:tc>
        <w:tc>
          <w:tcPr>
            <w:tcW w:w="1865" w:type="dxa"/>
          </w:tcPr>
          <w:p w14:paraId="155CA75D" w14:textId="77777777" w:rsidR="00613631" w:rsidRPr="00EB18DA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3631" w:rsidRPr="00EB18DA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613631" w:rsidRPr="009C54AE" w14:paraId="1A121571" w14:textId="77777777" w:rsidTr="00613631">
        <w:tc>
          <w:tcPr>
            <w:tcW w:w="1681" w:type="dxa"/>
          </w:tcPr>
          <w:p w14:paraId="31E5A523" w14:textId="251B48CE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E491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51FCFE8A" w14:textId="2B8EFCDE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sz w:val="20"/>
                <w:szCs w:val="20"/>
              </w:rPr>
              <w:t xml:space="preserve">Posiada umiejętność analizy zjawisk społecznych mających związek z </w:t>
            </w:r>
            <w:r w:rsidR="00113111">
              <w:rPr>
                <w:rFonts w:ascii="Corbel" w:hAnsi="Corbel"/>
                <w:sz w:val="20"/>
                <w:szCs w:val="20"/>
              </w:rPr>
              <w:t>zagrożeniem terroryzmem</w:t>
            </w:r>
          </w:p>
        </w:tc>
        <w:tc>
          <w:tcPr>
            <w:tcW w:w="1865" w:type="dxa"/>
          </w:tcPr>
          <w:p w14:paraId="71BDD144" w14:textId="77777777" w:rsidR="00613631" w:rsidRPr="00EB18DA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3631" w:rsidRPr="00EB18D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113111" w:rsidRPr="009C54AE" w14:paraId="16D16E8E" w14:textId="77777777" w:rsidTr="00613631">
        <w:tc>
          <w:tcPr>
            <w:tcW w:w="1681" w:type="dxa"/>
          </w:tcPr>
          <w:p w14:paraId="58AFD844" w14:textId="231F11C0" w:rsidR="00113111" w:rsidRPr="00EB18DA" w:rsidRDefault="006E491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D08A11C" w14:textId="54102E4F" w:rsidR="00113111" w:rsidRPr="00EB18DA" w:rsidRDefault="00113111" w:rsidP="00613631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jest gotów do analizy współczesnych zagrożeń terroryzmem pracując w grupie</w:t>
            </w:r>
          </w:p>
        </w:tc>
        <w:tc>
          <w:tcPr>
            <w:tcW w:w="1865" w:type="dxa"/>
          </w:tcPr>
          <w:p w14:paraId="7F19AB66" w14:textId="0961918D" w:rsidR="00113111" w:rsidRDefault="0011311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613631" w:rsidRPr="009C54AE" w14:paraId="3DC0A0D0" w14:textId="77777777" w:rsidTr="00613631">
        <w:tc>
          <w:tcPr>
            <w:tcW w:w="1681" w:type="dxa"/>
          </w:tcPr>
          <w:p w14:paraId="42CD4DB8" w14:textId="53612CFE" w:rsidR="00613631" w:rsidRPr="00EB18DA" w:rsidRDefault="0061363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E491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592B5220" w14:textId="0DB9CB9C" w:rsidR="00613631" w:rsidRPr="00EB18DA" w:rsidRDefault="00113111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jest gotów do udziału </w:t>
            </w:r>
            <w:r w:rsidR="00613631" w:rsidRPr="00EB18DA">
              <w:rPr>
                <w:rFonts w:ascii="Corbel" w:hAnsi="Corbel"/>
                <w:sz w:val="20"/>
                <w:szCs w:val="20"/>
              </w:rPr>
              <w:t xml:space="preserve">w przygotowaniu projektów społecznych związanych z </w:t>
            </w:r>
            <w:r>
              <w:rPr>
                <w:rFonts w:ascii="Corbel" w:hAnsi="Corbel"/>
                <w:sz w:val="20"/>
                <w:szCs w:val="20"/>
              </w:rPr>
              <w:t xml:space="preserve">przeciwdziałaniu zagrożeń Terroryzmu </w:t>
            </w:r>
          </w:p>
        </w:tc>
        <w:tc>
          <w:tcPr>
            <w:tcW w:w="1865" w:type="dxa"/>
          </w:tcPr>
          <w:p w14:paraId="6DFA7DFF" w14:textId="77777777" w:rsidR="00613631" w:rsidRPr="00EB18DA" w:rsidRDefault="00EC404D" w:rsidP="00613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3631" w:rsidRPr="00EB18DA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</w:tbl>
    <w:p w14:paraId="21E62B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1028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E5657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713E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421653" w14:textId="77777777" w:rsidTr="00613631">
        <w:tc>
          <w:tcPr>
            <w:tcW w:w="9520" w:type="dxa"/>
          </w:tcPr>
          <w:p w14:paraId="666538D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3631" w:rsidRPr="009C54AE" w14:paraId="10C9C7E8" w14:textId="77777777" w:rsidTr="00613631">
        <w:tc>
          <w:tcPr>
            <w:tcW w:w="9520" w:type="dxa"/>
          </w:tcPr>
          <w:p w14:paraId="065F4AEB" w14:textId="77777777" w:rsidR="00613631" w:rsidRPr="00211EFF" w:rsidRDefault="00613631" w:rsidP="00211EF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Terroryzm. Definicje i zagadnienia wprowadzające.</w:t>
            </w:r>
          </w:p>
        </w:tc>
      </w:tr>
      <w:tr w:rsidR="00613631" w:rsidRPr="009C54AE" w14:paraId="25424B79" w14:textId="77777777" w:rsidTr="00613631">
        <w:tc>
          <w:tcPr>
            <w:tcW w:w="9520" w:type="dxa"/>
          </w:tcPr>
          <w:p w14:paraId="2806BB0B" w14:textId="77777777" w:rsidR="00613631" w:rsidRPr="00211EFF" w:rsidRDefault="00613631" w:rsidP="00211EF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Źródła i idee terroryzmu.</w:t>
            </w:r>
          </w:p>
        </w:tc>
      </w:tr>
      <w:tr w:rsidR="00613631" w:rsidRPr="009C54AE" w14:paraId="30A85481" w14:textId="77777777" w:rsidTr="00613631">
        <w:tc>
          <w:tcPr>
            <w:tcW w:w="9520" w:type="dxa"/>
          </w:tcPr>
          <w:p w14:paraId="7B561674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211EFF">
              <w:rPr>
                <w:rFonts w:ascii="Corbel" w:hAnsi="Corbel"/>
                <w:bCs/>
                <w:sz w:val="24"/>
                <w:szCs w:val="24"/>
              </w:rPr>
              <w:t>Jihad</w:t>
            </w:r>
            <w:proofErr w:type="spellEnd"/>
            <w:r w:rsidRPr="00211EFF">
              <w:rPr>
                <w:rFonts w:ascii="Corbel" w:hAnsi="Corbel"/>
                <w:bCs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="00613631" w:rsidRPr="009C54AE" w14:paraId="635EAF1D" w14:textId="77777777" w:rsidTr="00613631">
        <w:tc>
          <w:tcPr>
            <w:tcW w:w="9520" w:type="dxa"/>
          </w:tcPr>
          <w:p w14:paraId="44BEB626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Strategie działalności terrorystycznej</w:t>
            </w:r>
          </w:p>
        </w:tc>
      </w:tr>
      <w:tr w:rsidR="00613631" w:rsidRPr="009C54AE" w14:paraId="7B95C271" w14:textId="77777777" w:rsidTr="00613631">
        <w:tc>
          <w:tcPr>
            <w:tcW w:w="9520" w:type="dxa"/>
          </w:tcPr>
          <w:p w14:paraId="4270C72C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„tradycyjny”: IRA, RAF, ETA, Bractwo Muzułmańskie, Hamas i Hezbollah</w:t>
            </w:r>
          </w:p>
        </w:tc>
      </w:tr>
      <w:tr w:rsidR="00613631" w:rsidRPr="009C54AE" w14:paraId="39DB9B6B" w14:textId="77777777" w:rsidTr="00613631">
        <w:tc>
          <w:tcPr>
            <w:tcW w:w="9520" w:type="dxa"/>
          </w:tcPr>
          <w:p w14:paraId="3B5152A0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globalny „nowoczesny”: Al-Kaida, Państwo Islamskie</w:t>
            </w:r>
          </w:p>
        </w:tc>
      </w:tr>
      <w:tr w:rsidR="00613631" w:rsidRPr="009C54AE" w14:paraId="6FD1DE86" w14:textId="77777777" w:rsidTr="00613631">
        <w:tc>
          <w:tcPr>
            <w:tcW w:w="9520" w:type="dxa"/>
          </w:tcPr>
          <w:p w14:paraId="38E622CD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Cyberterroryzm</w:t>
            </w:r>
          </w:p>
        </w:tc>
      </w:tr>
      <w:tr w:rsidR="00613631" w:rsidRPr="009C54AE" w14:paraId="3A320BF4" w14:textId="77777777" w:rsidTr="00613631">
        <w:tc>
          <w:tcPr>
            <w:tcW w:w="9520" w:type="dxa"/>
          </w:tcPr>
          <w:p w14:paraId="6152A287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 xml:space="preserve">Finansowanie terroryzmu </w:t>
            </w:r>
          </w:p>
        </w:tc>
      </w:tr>
      <w:tr w:rsidR="00613631" w:rsidRPr="009C54AE" w14:paraId="2BBC73E6" w14:textId="77777777" w:rsidTr="00613631">
        <w:tc>
          <w:tcPr>
            <w:tcW w:w="9520" w:type="dxa"/>
          </w:tcPr>
          <w:p w14:paraId="2D017399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Powiązania terroryzmu i polityki</w:t>
            </w:r>
          </w:p>
        </w:tc>
      </w:tr>
      <w:tr w:rsidR="00613631" w:rsidRPr="009C54AE" w14:paraId="433BAE60" w14:textId="77777777" w:rsidTr="00613631">
        <w:tc>
          <w:tcPr>
            <w:tcW w:w="9520" w:type="dxa"/>
          </w:tcPr>
          <w:p w14:paraId="77B704AF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lastRenderedPageBreak/>
              <w:t>Sylwetki najważniejszych terrorystów XXI wieku</w:t>
            </w:r>
          </w:p>
        </w:tc>
      </w:tr>
      <w:tr w:rsidR="00613631" w:rsidRPr="009C54AE" w14:paraId="2BAB181E" w14:textId="77777777" w:rsidTr="00613631">
        <w:tc>
          <w:tcPr>
            <w:tcW w:w="9520" w:type="dxa"/>
          </w:tcPr>
          <w:p w14:paraId="639D7C01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Media a terroryzm</w:t>
            </w:r>
          </w:p>
        </w:tc>
      </w:tr>
      <w:tr w:rsidR="00613631" w:rsidRPr="009C54AE" w14:paraId="03AB4A52" w14:textId="77777777" w:rsidTr="00613631">
        <w:tc>
          <w:tcPr>
            <w:tcW w:w="9520" w:type="dxa"/>
          </w:tcPr>
          <w:p w14:paraId="5DC90400" w14:textId="77777777" w:rsidR="00613631" w:rsidRPr="00211EFF" w:rsidRDefault="00613631" w:rsidP="00211E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a Proxy War</w:t>
            </w:r>
          </w:p>
        </w:tc>
      </w:tr>
    </w:tbl>
    <w:p w14:paraId="3747F4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7FF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58D1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6EA83" w14:textId="77777777" w:rsidR="00211EFF" w:rsidRPr="00C95577" w:rsidRDefault="00211EFF" w:rsidP="00211EF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C95577">
        <w:rPr>
          <w:rFonts w:ascii="Corbel" w:hAnsi="Corbel"/>
          <w:b w:val="0"/>
          <w:smallCaps w:val="0"/>
          <w:szCs w:val="20"/>
        </w:rPr>
        <w:t xml:space="preserve">Wykład, wykład problemowy, wykład z prezentacją multimedialną, </w:t>
      </w:r>
      <w:r>
        <w:rPr>
          <w:rFonts w:ascii="Corbel" w:hAnsi="Corbel"/>
          <w:b w:val="0"/>
          <w:smallCaps w:val="0"/>
          <w:szCs w:val="20"/>
        </w:rPr>
        <w:t>fragmenty filmów, audycji. Metoda konwersatoryjna.</w:t>
      </w:r>
    </w:p>
    <w:p w14:paraId="4B8D09D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BED8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7D6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76F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8387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4AE74C4" w14:textId="77777777" w:rsidTr="00211EFF">
        <w:tc>
          <w:tcPr>
            <w:tcW w:w="1962" w:type="dxa"/>
            <w:vAlign w:val="center"/>
          </w:tcPr>
          <w:p w14:paraId="39F7E2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BF7B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E780B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41D71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E5EC7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EFF" w:rsidRPr="009C54AE" w14:paraId="732428D9" w14:textId="77777777" w:rsidTr="00394355">
        <w:trPr>
          <w:trHeight w:val="354"/>
        </w:trPr>
        <w:tc>
          <w:tcPr>
            <w:tcW w:w="1962" w:type="dxa"/>
          </w:tcPr>
          <w:p w14:paraId="43C2589F" w14:textId="1D18C0C8" w:rsidR="00211EFF" w:rsidRPr="00EB18DA" w:rsidRDefault="00211EFF" w:rsidP="00211E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435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</w:t>
            </w:r>
            <w:r w:rsidR="0039435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E491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CEA84D" w14:textId="77777777" w:rsidR="00211EFF" w:rsidRPr="009C54AE" w:rsidRDefault="00211EFF" w:rsidP="00211EF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0EEC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01B51F6" w14:textId="742DC5B4" w:rsidR="00211EFF" w:rsidRPr="009C54AE" w:rsidRDefault="006E491D" w:rsidP="006E4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D400E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88C0B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55C53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8B396D" w14:textId="77777777" w:rsidTr="00923D7D">
        <w:tc>
          <w:tcPr>
            <w:tcW w:w="9670" w:type="dxa"/>
          </w:tcPr>
          <w:p w14:paraId="5F7B59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329A59" w14:textId="77777777" w:rsidR="00211EFF" w:rsidRPr="009C54AE" w:rsidRDefault="00211EFF" w:rsidP="00211E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Odpowiedź na dwa losowo wybrane pytania z zagadnień przygotowanych przez prowadzącego przedmiot nauczyciela. Ocenę pozytywną otrzymuje student, który prawidłowo odpowie na pełne jedno pytanie.</w:t>
            </w:r>
          </w:p>
          <w:p w14:paraId="26A5CB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26D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244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B89F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0BE370D" w14:textId="77777777" w:rsidTr="00211EFF">
        <w:tc>
          <w:tcPr>
            <w:tcW w:w="4902" w:type="dxa"/>
            <w:vAlign w:val="center"/>
          </w:tcPr>
          <w:p w14:paraId="6CD8AE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FAB7B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EFF" w:rsidRPr="009C54AE" w14:paraId="7B5719BE" w14:textId="77777777" w:rsidTr="00211EFF">
        <w:tc>
          <w:tcPr>
            <w:tcW w:w="4902" w:type="dxa"/>
          </w:tcPr>
          <w:p w14:paraId="1C529C2E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83E5BDE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11EFF" w:rsidRPr="009C54AE" w14:paraId="5EC9ADDA" w14:textId="77777777" w:rsidTr="00211EFF">
        <w:tc>
          <w:tcPr>
            <w:tcW w:w="4902" w:type="dxa"/>
          </w:tcPr>
          <w:p w14:paraId="57837829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A58EF0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F69896C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11EFF" w:rsidRPr="009C54AE" w14:paraId="26B8506A" w14:textId="77777777" w:rsidTr="00211EFF">
        <w:tc>
          <w:tcPr>
            <w:tcW w:w="4902" w:type="dxa"/>
          </w:tcPr>
          <w:p w14:paraId="7A1F782E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45283CF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C9762DC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11EFF" w:rsidRPr="009C54AE" w14:paraId="6DE25466" w14:textId="77777777" w:rsidTr="00211EFF">
        <w:tc>
          <w:tcPr>
            <w:tcW w:w="4902" w:type="dxa"/>
          </w:tcPr>
          <w:p w14:paraId="07F1B8B8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F4825E3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11EFF" w:rsidRPr="009C54AE" w14:paraId="2F22C5A8" w14:textId="77777777" w:rsidTr="00211EFF">
        <w:tc>
          <w:tcPr>
            <w:tcW w:w="4902" w:type="dxa"/>
          </w:tcPr>
          <w:p w14:paraId="1ECCAC37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CF787D5" w14:textId="77777777" w:rsidR="00211EFF" w:rsidRPr="009C54AE" w:rsidRDefault="00211EFF" w:rsidP="00211E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0578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E30E4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6E01A" w14:textId="6912A55E" w:rsidR="0085747A" w:rsidRPr="009C54AE" w:rsidRDefault="001778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F035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7866" w:rsidRPr="009C54AE" w14:paraId="326A4BD8" w14:textId="77777777" w:rsidTr="0071620A">
        <w:trPr>
          <w:trHeight w:val="397"/>
        </w:trPr>
        <w:tc>
          <w:tcPr>
            <w:tcW w:w="3544" w:type="dxa"/>
          </w:tcPr>
          <w:p w14:paraId="6F3CFF0A" w14:textId="77777777" w:rsidR="00177866" w:rsidRPr="009C54AE" w:rsidRDefault="00177866" w:rsidP="00177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1107F0" w14:textId="4AC4511E" w:rsidR="00177866" w:rsidRPr="00177866" w:rsidRDefault="00177866" w:rsidP="0017786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77866">
              <w:rPr>
                <w:rFonts w:ascii="Corbel" w:hAnsi="Corbel"/>
              </w:rPr>
              <w:t>Nie dotyczy</w:t>
            </w:r>
          </w:p>
        </w:tc>
      </w:tr>
      <w:tr w:rsidR="00177866" w:rsidRPr="009C54AE" w14:paraId="4F87D3F0" w14:textId="77777777" w:rsidTr="0071620A">
        <w:trPr>
          <w:trHeight w:val="397"/>
        </w:trPr>
        <w:tc>
          <w:tcPr>
            <w:tcW w:w="3544" w:type="dxa"/>
          </w:tcPr>
          <w:p w14:paraId="32EC6626" w14:textId="77777777" w:rsidR="00177866" w:rsidRPr="009C54AE" w:rsidRDefault="00177866" w:rsidP="00177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17A0FD" w14:textId="19B56FF6" w:rsidR="00177866" w:rsidRPr="00177866" w:rsidRDefault="00177866" w:rsidP="00177866">
            <w:pPr>
              <w:rPr>
                <w:rFonts w:ascii="Corbel" w:hAnsi="Corbel"/>
                <w:b/>
                <w:smallCaps/>
                <w:szCs w:val="24"/>
              </w:rPr>
            </w:pPr>
            <w:r w:rsidRPr="00177866">
              <w:rPr>
                <w:rFonts w:ascii="Corbel" w:hAnsi="Corbel"/>
              </w:rPr>
              <w:t>Nie dotyczy</w:t>
            </w:r>
          </w:p>
        </w:tc>
      </w:tr>
    </w:tbl>
    <w:p w14:paraId="28DA89B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E1D7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1C93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1729562" w14:textId="77777777" w:rsidTr="0071620A">
        <w:trPr>
          <w:trHeight w:val="397"/>
        </w:trPr>
        <w:tc>
          <w:tcPr>
            <w:tcW w:w="7513" w:type="dxa"/>
          </w:tcPr>
          <w:p w14:paraId="1C55FB98" w14:textId="45C49A00" w:rsidR="0085747A" w:rsidRPr="00C8496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96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54D1E9" w14:textId="77777777" w:rsidR="00C84965" w:rsidRDefault="00C849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A1A87F" w14:textId="77777777" w:rsidR="00211EFF" w:rsidRDefault="00211EFF" w:rsidP="00211E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szCs w:val="24"/>
              </w:rPr>
            </w:pPr>
            <w:r w:rsidRPr="002D4AE2">
              <w:rPr>
                <w:rFonts w:ascii="Corbel" w:hAnsi="Corbel"/>
                <w:szCs w:val="24"/>
              </w:rPr>
              <w:t xml:space="preserve">Ewolucja terroryzmu motywowanego ideologią religijną na przykładzie </w:t>
            </w:r>
            <w:proofErr w:type="spellStart"/>
            <w:r w:rsidRPr="002D4AE2">
              <w:rPr>
                <w:rFonts w:ascii="Corbel" w:hAnsi="Corbel"/>
                <w:szCs w:val="24"/>
              </w:rPr>
              <w:t>salafickiego</w:t>
            </w:r>
            <w:proofErr w:type="spellEnd"/>
            <w:r w:rsidRPr="002D4AE2">
              <w:rPr>
                <w:rFonts w:ascii="Corbel" w:hAnsi="Corbel"/>
                <w:szCs w:val="24"/>
              </w:rPr>
              <w:t xml:space="preserve"> ruchu globalnego dżihadu / Artur </w:t>
            </w:r>
            <w:proofErr w:type="spellStart"/>
            <w:r w:rsidRPr="002D4AE2">
              <w:rPr>
                <w:rFonts w:ascii="Corbel" w:hAnsi="Corbel"/>
                <w:szCs w:val="24"/>
              </w:rPr>
              <w:t>Wejkszner</w:t>
            </w:r>
            <w:proofErr w:type="spellEnd"/>
            <w:r w:rsidRPr="002D4AE2">
              <w:rPr>
                <w:rFonts w:ascii="Corbel" w:hAnsi="Corbel"/>
                <w:szCs w:val="24"/>
              </w:rPr>
              <w:t>. - Poznań : Wydawnictwo Naukowe Wydziału Nauk Politycznych i Dziennikarstwa Uniwersytetu im. Adama Mickiewicza, 2010.</w:t>
            </w:r>
          </w:p>
          <w:p w14:paraId="39C9E568" w14:textId="77777777" w:rsidR="00211EFF" w:rsidRPr="009C54AE" w:rsidRDefault="00211EFF" w:rsidP="00211E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63C0">
              <w:rPr>
                <w:rFonts w:ascii="Corbel" w:hAnsi="Corbel"/>
                <w:szCs w:val="24"/>
              </w:rPr>
              <w:t xml:space="preserve">Państwo Islamskie: wojna ideologii, a nie religii </w:t>
            </w:r>
            <w:hyperlink r:id="rId8" w:history="1">
              <w:r w:rsidRPr="001A07D9">
                <w:rPr>
                  <w:rStyle w:val="Hipercze"/>
                  <w:rFonts w:ascii="Corbel" w:hAnsi="Corbel"/>
                  <w:szCs w:val="24"/>
                </w:rPr>
                <w:t>https://mmilczanowski.wordpress.com/2016/09/08/panstwo-islamskie-wojna-ideologii-a-nie-religii/</w:t>
              </w:r>
            </w:hyperlink>
          </w:p>
        </w:tc>
      </w:tr>
      <w:tr w:rsidR="0085747A" w:rsidRPr="009C54AE" w14:paraId="351F6636" w14:textId="77777777" w:rsidTr="0071620A">
        <w:trPr>
          <w:trHeight w:val="397"/>
        </w:trPr>
        <w:tc>
          <w:tcPr>
            <w:tcW w:w="7513" w:type="dxa"/>
          </w:tcPr>
          <w:p w14:paraId="73D998D4" w14:textId="2B059E4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96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196D4D4" w14:textId="77777777" w:rsidR="00C84965" w:rsidRPr="00C84965" w:rsidRDefault="00C8496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DC9011C" w14:textId="77777777" w:rsidR="00211EFF" w:rsidRPr="002D4AE2" w:rsidRDefault="00211EFF" w:rsidP="00211E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i/>
                <w:color w:val="000000"/>
                <w:szCs w:val="24"/>
              </w:rPr>
            </w:pPr>
            <w:r w:rsidRPr="002D4AE2">
              <w:rPr>
                <w:rFonts w:ascii="Corbel" w:hAnsi="Corbel"/>
                <w:i/>
                <w:color w:val="000000"/>
                <w:szCs w:val="24"/>
              </w:rPr>
              <w:t>Al-Kaida i korzenie nowoczesności / John Gray ; przeł. Wojciech Madej. - Warszawa : Fundacja "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</w:rPr>
              <w:t>Aletheia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</w:rPr>
              <w:t>", 2006.</w:t>
            </w:r>
          </w:p>
          <w:p w14:paraId="233C985E" w14:textId="77777777" w:rsidR="00211EFF" w:rsidRPr="002D4AE2" w:rsidRDefault="00211EFF" w:rsidP="00211E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szCs w:val="24"/>
              </w:rPr>
            </w:pPr>
            <w:r w:rsidRPr="002D4AE2">
              <w:rPr>
                <w:rFonts w:ascii="Corbel" w:hAnsi="Corbel"/>
                <w:szCs w:val="24"/>
              </w:rPr>
              <w:t xml:space="preserve">Cyberterroryzm i problemy bezpieczeństwa informacyjnego we współczesnym świecie / Agnieszka Bógdał-Brzezińska, Marcin Florian </w:t>
            </w:r>
            <w:proofErr w:type="spellStart"/>
            <w:r w:rsidRPr="002D4AE2">
              <w:rPr>
                <w:rFonts w:ascii="Corbel" w:hAnsi="Corbel"/>
                <w:szCs w:val="24"/>
              </w:rPr>
              <w:t>Gawrycki</w:t>
            </w:r>
            <w:proofErr w:type="spellEnd"/>
            <w:r w:rsidRPr="002D4AE2">
              <w:rPr>
                <w:rFonts w:ascii="Corbel" w:hAnsi="Corbel"/>
                <w:szCs w:val="24"/>
              </w:rPr>
              <w:t>. - Warszawa : Oficyna Wydaw. ASPRA-JR : Fundacja Studiów Międzynarodowych, 2003.</w:t>
            </w:r>
          </w:p>
          <w:p w14:paraId="66AE181A" w14:textId="77777777" w:rsidR="00211EFF" w:rsidRPr="00DC3FFD" w:rsidRDefault="00211EFF" w:rsidP="00211E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i/>
                <w:color w:val="000000"/>
                <w:szCs w:val="24"/>
              </w:rPr>
            </w:pPr>
            <w:r w:rsidRPr="00DC3FFD">
              <w:rPr>
                <w:rFonts w:ascii="Corbel" w:hAnsi="Corbel"/>
                <w:i/>
                <w:color w:val="000000"/>
                <w:szCs w:val="24"/>
              </w:rPr>
              <w:t xml:space="preserve">Media i terroryści : czy zastraszą nas na śmierć? / Tomasz </w:t>
            </w:r>
            <w:proofErr w:type="spellStart"/>
            <w:r w:rsidRPr="00DC3FFD">
              <w:rPr>
                <w:rFonts w:ascii="Corbel" w:hAnsi="Corbel"/>
                <w:i/>
                <w:color w:val="000000"/>
                <w:szCs w:val="24"/>
              </w:rPr>
              <w:t>Goban</w:t>
            </w:r>
            <w:proofErr w:type="spellEnd"/>
            <w:r w:rsidRPr="00DC3FFD">
              <w:rPr>
                <w:rFonts w:ascii="Corbel" w:hAnsi="Corbel"/>
                <w:i/>
                <w:color w:val="000000"/>
                <w:szCs w:val="24"/>
              </w:rPr>
              <w:t>-Klas. - Kraków : Wydawnictwo Uniwersytetu Jagiellońskiego, 2009.</w:t>
            </w:r>
          </w:p>
          <w:p w14:paraId="3FDF8200" w14:textId="77777777" w:rsidR="00211EFF" w:rsidRPr="002D4AE2" w:rsidRDefault="00211EFF" w:rsidP="00211E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>Dynastia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>terroru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 xml:space="preserve"> : saga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>rodu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 xml:space="preserve"> Ben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>Ladenów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 xml:space="preserve"> / Erich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>Follath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 xml:space="preserve">, Georg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>Mascold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  <w:lang w:val="en-US"/>
              </w:rPr>
              <w:t xml:space="preserve">.// </w:t>
            </w:r>
            <w:r w:rsidRPr="002D4AE2">
              <w:rPr>
                <w:rFonts w:ascii="Corbel" w:hAnsi="Corbel"/>
                <w:i/>
                <w:color w:val="000000"/>
                <w:szCs w:val="24"/>
              </w:rPr>
              <w:t>Forum. - 2005, nr 28, s. 6-15</w:t>
            </w:r>
          </w:p>
          <w:p w14:paraId="7C8B0AB2" w14:textId="77777777" w:rsidR="00211EFF" w:rsidRPr="002D4AE2" w:rsidRDefault="00211EFF" w:rsidP="00211E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i/>
                <w:color w:val="000000"/>
                <w:szCs w:val="24"/>
              </w:rPr>
            </w:pPr>
            <w:r w:rsidRPr="002D4AE2">
              <w:rPr>
                <w:rFonts w:ascii="Corbel" w:hAnsi="Corbel"/>
                <w:i/>
                <w:color w:val="000000"/>
                <w:szCs w:val="24"/>
              </w:rPr>
              <w:t xml:space="preserve">ONZ wobec terroryzmu międzynarodowego / Marcin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</w:rPr>
              <w:t>Marcinko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</w:rPr>
              <w:t>. - Kraków : Fundacja Instytutu Studiów Strategicznych, 2008.</w:t>
            </w:r>
          </w:p>
          <w:p w14:paraId="7D26408D" w14:textId="77777777" w:rsidR="00211EFF" w:rsidRPr="002D4AE2" w:rsidRDefault="00211EFF" w:rsidP="00211E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2D4AE2">
              <w:rPr>
                <w:rFonts w:ascii="Corbel" w:hAnsi="Corbel"/>
                <w:i/>
                <w:color w:val="000000"/>
                <w:szCs w:val="24"/>
              </w:rPr>
              <w:t xml:space="preserve">Praktyczne elementy zwalczania przestępczości zorganizowanej i terroryzmu : nowoczesne technologie i praca operacyjna / red. Lech Paprzycki, Zbigniew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</w:rPr>
              <w:t>Rau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</w:rPr>
              <w:t>. - Warszawa ; Kraków : Wolters Kluwer Polska, 2009.</w:t>
            </w:r>
          </w:p>
          <w:p w14:paraId="3F876506" w14:textId="77777777" w:rsidR="00211EFF" w:rsidRDefault="00211EFF" w:rsidP="00211E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D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Rezolucja 1373 Rady Bezpieczeństwa ONZ w sprawie zwalczania terroryzmu międzynarodowego i jej wykonanie / Piotr Ogonowski.// Państwo i Prawo. - 2003, z. 3, s. 71-83</w:t>
            </w:r>
          </w:p>
          <w:p w14:paraId="483B5E23" w14:textId="77777777" w:rsidR="00211EFF" w:rsidRPr="002D4AE2" w:rsidRDefault="00211EFF" w:rsidP="00211EFF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i/>
                <w:color w:val="000000"/>
                <w:szCs w:val="24"/>
              </w:rPr>
            </w:pPr>
            <w:r w:rsidRPr="002D4AE2">
              <w:rPr>
                <w:rFonts w:ascii="Corbel" w:hAnsi="Corbel"/>
                <w:i/>
                <w:color w:val="000000"/>
                <w:szCs w:val="24"/>
              </w:rPr>
              <w:t xml:space="preserve">Terroryzm i zamachy samobójcze : muzułmański punkt widzenia : praca zbiorowa / pod red.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</w:rPr>
              <w:t>Ergüna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</w:rPr>
              <w:t xml:space="preserve"> </w:t>
            </w:r>
            <w:proofErr w:type="spellStart"/>
            <w:r w:rsidRPr="002D4AE2">
              <w:rPr>
                <w:rFonts w:ascii="Corbel" w:hAnsi="Corbel"/>
                <w:i/>
                <w:color w:val="000000"/>
                <w:szCs w:val="24"/>
              </w:rPr>
              <w:t>Çapana</w:t>
            </w:r>
            <w:proofErr w:type="spellEnd"/>
            <w:r w:rsidRPr="002D4AE2">
              <w:rPr>
                <w:rFonts w:ascii="Corbel" w:hAnsi="Corbel"/>
                <w:i/>
                <w:color w:val="000000"/>
                <w:szCs w:val="24"/>
              </w:rPr>
              <w:t xml:space="preserve"> ; przeł. Jarosław Sander ; [wstęp do pol. wyd. Jerzy Rohoziński]. - Warszawa : Wydawnictwo Akademickie Dialog, 2007.</w:t>
            </w:r>
          </w:p>
          <w:p w14:paraId="28973F15" w14:textId="77777777" w:rsidR="00211EFF" w:rsidRPr="005F595B" w:rsidRDefault="00211EFF" w:rsidP="00211EFF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2D4AE2">
              <w:rPr>
                <w:rFonts w:ascii="Corbel" w:hAnsi="Corbel"/>
                <w:i/>
                <w:color w:val="000000"/>
                <w:szCs w:val="24"/>
              </w:rPr>
              <w:lastRenderedPageBreak/>
              <w:t>Terroryzm jako zagrożenie dla bezpieczeństwa cywilizacji zachodniej w XXI wieku / Raul Andrzej Kosta. - Toruń : Wydaw. Adam Marszałek, 2008.</w:t>
            </w:r>
          </w:p>
          <w:p w14:paraId="4D5BBE5A" w14:textId="77777777" w:rsidR="00211EFF" w:rsidRDefault="00211EFF" w:rsidP="00211E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szCs w:val="24"/>
              </w:rPr>
            </w:pPr>
            <w:r w:rsidRPr="009A63C0">
              <w:rPr>
                <w:rFonts w:ascii="Corbel" w:hAnsi="Corbel"/>
                <w:szCs w:val="24"/>
              </w:rPr>
              <w:t xml:space="preserve">Wojna z terroryzmem: radykalizm vs "strefa umiarkowana" </w:t>
            </w:r>
            <w:hyperlink r:id="rId9" w:history="1">
              <w:r w:rsidRPr="001A07D9">
                <w:rPr>
                  <w:rStyle w:val="Hipercze"/>
                  <w:rFonts w:ascii="Corbel" w:hAnsi="Corbel"/>
                  <w:szCs w:val="24"/>
                </w:rPr>
                <w:t>https://mmilczanowski.wordpress.com/2016/08/01/kilka-slow-na-temat-terroryzmu-i-islamu/</w:t>
              </w:r>
            </w:hyperlink>
          </w:p>
          <w:p w14:paraId="53A2659A" w14:textId="77777777" w:rsidR="00211EFF" w:rsidRPr="005F595B" w:rsidRDefault="00211EFF" w:rsidP="00211E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szCs w:val="24"/>
              </w:rPr>
            </w:pPr>
            <w:proofErr w:type="spellStart"/>
            <w:r w:rsidRPr="009A63C0">
              <w:rPr>
                <w:rFonts w:ascii="Corbel" w:hAnsi="Corbel"/>
                <w:szCs w:val="24"/>
              </w:rPr>
              <w:t>Like</w:t>
            </w:r>
            <w:proofErr w:type="spellEnd"/>
            <w:r w:rsidRPr="009A63C0">
              <w:rPr>
                <w:rFonts w:ascii="Corbel" w:hAnsi="Corbel"/>
                <w:szCs w:val="24"/>
              </w:rPr>
              <w:t xml:space="preserve"> a Christian with a </w:t>
            </w:r>
            <w:proofErr w:type="spellStart"/>
            <w:r w:rsidRPr="009A63C0">
              <w:rPr>
                <w:rFonts w:ascii="Corbel" w:hAnsi="Corbel"/>
                <w:szCs w:val="24"/>
              </w:rPr>
              <w:t>Muslim</w:t>
            </w:r>
            <w:proofErr w:type="spellEnd"/>
            <w:r w:rsidRPr="009A63C0">
              <w:rPr>
                <w:rFonts w:ascii="Corbel" w:hAnsi="Corbel"/>
                <w:szCs w:val="24"/>
              </w:rPr>
              <w:t xml:space="preserve">:    </w:t>
            </w:r>
            <w:proofErr w:type="spellStart"/>
            <w:r w:rsidRPr="009A63C0">
              <w:rPr>
                <w:rFonts w:ascii="Corbel" w:hAnsi="Corbel"/>
                <w:szCs w:val="24"/>
              </w:rPr>
              <w:t>Mohamed</w:t>
            </w:r>
            <w:proofErr w:type="spellEnd"/>
            <w:r w:rsidRPr="009A63C0">
              <w:rPr>
                <w:rFonts w:ascii="Corbel" w:hAnsi="Corbel"/>
                <w:szCs w:val="24"/>
              </w:rPr>
              <w:t xml:space="preserve"> Abu Omar, Maciej Milczanowski </w:t>
            </w:r>
            <w:hyperlink r:id="rId10" w:history="1">
              <w:r w:rsidRPr="001A07D9">
                <w:rPr>
                  <w:rStyle w:val="Hipercze"/>
                  <w:rFonts w:ascii="Corbel" w:hAnsi="Corbel"/>
                  <w:szCs w:val="24"/>
                </w:rPr>
                <w:t>https://mmilczanowski.wordpress.com/2015/11/18/like-a-christian-with-a-muslim-mohamed-abu-omar-maciej-milczanowski/</w:t>
              </w:r>
            </w:hyperlink>
          </w:p>
          <w:p w14:paraId="182095CC" w14:textId="77777777" w:rsidR="00211EFF" w:rsidRPr="009C54AE" w:rsidRDefault="00211EF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0A0FA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13DB8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436B1" w14:textId="77777777" w:rsidR="00C12602" w:rsidRDefault="00C12602" w:rsidP="00C16ABF">
      <w:pPr>
        <w:spacing w:after="0" w:line="240" w:lineRule="auto"/>
      </w:pPr>
      <w:r>
        <w:separator/>
      </w:r>
    </w:p>
  </w:endnote>
  <w:endnote w:type="continuationSeparator" w:id="0">
    <w:p w14:paraId="7107BBEA" w14:textId="77777777" w:rsidR="00C12602" w:rsidRDefault="00C126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77028" w14:textId="77777777" w:rsidR="00C12602" w:rsidRDefault="00C12602" w:rsidP="00C16ABF">
      <w:pPr>
        <w:spacing w:after="0" w:line="240" w:lineRule="auto"/>
      </w:pPr>
      <w:r>
        <w:separator/>
      </w:r>
    </w:p>
  </w:footnote>
  <w:footnote w:type="continuationSeparator" w:id="0">
    <w:p w14:paraId="0AF4AC0B" w14:textId="77777777" w:rsidR="00C12602" w:rsidRDefault="00C12602" w:rsidP="00C16ABF">
      <w:pPr>
        <w:spacing w:after="0" w:line="240" w:lineRule="auto"/>
      </w:pPr>
      <w:r>
        <w:continuationSeparator/>
      </w:r>
    </w:p>
  </w:footnote>
  <w:footnote w:id="1">
    <w:p w14:paraId="5496774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E09AA"/>
    <w:multiLevelType w:val="hybridMultilevel"/>
    <w:tmpl w:val="8A2EA2E2"/>
    <w:lvl w:ilvl="0" w:tplc="C3647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628D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0DE8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6E0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826B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D34B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832C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F664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AA42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432B7934"/>
    <w:multiLevelType w:val="hybridMultilevel"/>
    <w:tmpl w:val="2E92E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7479B"/>
    <w:multiLevelType w:val="hybridMultilevel"/>
    <w:tmpl w:val="A8A68062"/>
    <w:lvl w:ilvl="0" w:tplc="BB78A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530E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1E80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6F26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7882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2E4E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3CEC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1F5E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35A42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4" w15:restartNumberingAfterBreak="0">
    <w:nsid w:val="6D2C7921"/>
    <w:multiLevelType w:val="hybridMultilevel"/>
    <w:tmpl w:val="55A4EED4"/>
    <w:lvl w:ilvl="0" w:tplc="CC521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BAC0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6D6B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CD88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509A8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C1A6A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5E48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31AF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DDE9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8E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1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866"/>
    <w:rsid w:val="00192F37"/>
    <w:rsid w:val="001A70D2"/>
    <w:rsid w:val="001D657B"/>
    <w:rsid w:val="001D7B54"/>
    <w:rsid w:val="001E0209"/>
    <w:rsid w:val="001F2CA2"/>
    <w:rsid w:val="00211EFF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399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FD"/>
    <w:rsid w:val="003343CF"/>
    <w:rsid w:val="00336119"/>
    <w:rsid w:val="00342B67"/>
    <w:rsid w:val="00346FE9"/>
    <w:rsid w:val="0034759A"/>
    <w:rsid w:val="003503F6"/>
    <w:rsid w:val="003530DD"/>
    <w:rsid w:val="00363F78"/>
    <w:rsid w:val="0039435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D3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233"/>
    <w:rsid w:val="00551FB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3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91D"/>
    <w:rsid w:val="006E5D65"/>
    <w:rsid w:val="006F1282"/>
    <w:rsid w:val="006F1FBC"/>
    <w:rsid w:val="006F31E2"/>
    <w:rsid w:val="007048A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BE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9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9EE"/>
    <w:rsid w:val="00B90885"/>
    <w:rsid w:val="00BB520A"/>
    <w:rsid w:val="00BD3869"/>
    <w:rsid w:val="00BD66E9"/>
    <w:rsid w:val="00BD6FF4"/>
    <w:rsid w:val="00BF0168"/>
    <w:rsid w:val="00BF2C41"/>
    <w:rsid w:val="00C058B4"/>
    <w:rsid w:val="00C05F44"/>
    <w:rsid w:val="00C1260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965"/>
    <w:rsid w:val="00C94B98"/>
    <w:rsid w:val="00CA2B96"/>
    <w:rsid w:val="00CA5089"/>
    <w:rsid w:val="00CD6897"/>
    <w:rsid w:val="00CE5BAC"/>
    <w:rsid w:val="00CF206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C35"/>
    <w:rsid w:val="00EC404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A769"/>
  <w15:docId w15:val="{3101834C-423D-489C-AED7-DF94EA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6/09/08/panstwo-islamskie-wojna-ideologii-a-nie-relig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milczanowski.wordpress.com/2015/11/18/like-a-christian-with-a-muslim-mohamed-abu-omar-maciej-milczanows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milczanowski.wordpress.com/2016/08/01/kilka-slow-na-temat-terroryzmu-i-islam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6C37B-AE3D-4876-8A44-91F45F73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9</cp:revision>
  <cp:lastPrinted>2019-02-06T12:12:00Z</cp:lastPrinted>
  <dcterms:created xsi:type="dcterms:W3CDTF">2020-12-03T08:05:00Z</dcterms:created>
  <dcterms:modified xsi:type="dcterms:W3CDTF">2022-03-14T13:14:00Z</dcterms:modified>
</cp:coreProperties>
</file>